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FF" w:rsidRPr="00D0288E" w:rsidRDefault="007575F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 w:rsidRPr="00D0288E">
        <w:rPr>
          <w:i/>
          <w:iCs/>
          <w:caps/>
          <w:sz w:val="24"/>
          <w:szCs w:val="24"/>
          <w:lang w:val="ru-RU"/>
        </w:rPr>
        <w:t xml:space="preserve"> 20-</w:t>
      </w:r>
      <w:r w:rsidRPr="00D0288E">
        <w:rPr>
          <w:i/>
          <w:iCs/>
          <w:caps/>
          <w:w w:val="150"/>
          <w:sz w:val="24"/>
          <w:szCs w:val="24"/>
          <w:lang w:val="bg-BG"/>
        </w:rPr>
        <w:t>1</w:t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Default="007575FF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7575FF" w:rsidRDefault="007575FF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7575FF" w:rsidRPr="00D0288E" w:rsidRDefault="007575FF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D0288E">
        <w:rPr>
          <w:b/>
          <w:bCs/>
          <w:sz w:val="24"/>
          <w:szCs w:val="24"/>
          <w:lang w:val="ru-RU"/>
        </w:rPr>
        <w:t xml:space="preserve"> с предмет:</w:t>
      </w:r>
    </w:p>
    <w:p w:rsidR="007575FF" w:rsidRPr="00D0288E" w:rsidRDefault="007575FF" w:rsidP="007056B0">
      <w:pPr>
        <w:jc w:val="center"/>
        <w:rPr>
          <w:b/>
          <w:bCs/>
          <w:sz w:val="28"/>
          <w:szCs w:val="28"/>
          <w:lang w:val="ru-RU"/>
        </w:rPr>
      </w:pPr>
    </w:p>
    <w:p w:rsidR="007575FF" w:rsidRPr="00D0288E" w:rsidRDefault="007575FF" w:rsidP="007056B0">
      <w:pPr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D0288E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D0288E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7575FF" w:rsidRPr="00D0288E" w:rsidRDefault="007575FF" w:rsidP="007056B0">
      <w:pPr>
        <w:spacing w:after="200" w:line="276" w:lineRule="auto"/>
        <w:ind w:left="851"/>
        <w:jc w:val="both"/>
        <w:rPr>
          <w:b/>
          <w:bCs/>
          <w:sz w:val="24"/>
          <w:szCs w:val="24"/>
          <w:lang w:val="ru-RU"/>
        </w:rPr>
      </w:pPr>
    </w:p>
    <w:p w:rsidR="007575FF" w:rsidRPr="00D0288E" w:rsidRDefault="007575FF" w:rsidP="007056B0">
      <w:pPr>
        <w:spacing w:after="200" w:line="276" w:lineRule="auto"/>
        <w:jc w:val="center"/>
        <w:rPr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 1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D0288E">
        <w:rPr>
          <w:b/>
          <w:bCs/>
          <w:sz w:val="24"/>
          <w:szCs w:val="24"/>
          <w:lang w:val="ru-RU"/>
        </w:rPr>
        <w:t xml:space="preserve"> </w:t>
      </w:r>
      <w:r w:rsidRPr="002738B1">
        <w:rPr>
          <w:b/>
          <w:bCs/>
          <w:sz w:val="24"/>
          <w:szCs w:val="24"/>
        </w:rPr>
        <w:t>GAB</w:t>
      </w:r>
      <w:r w:rsidRPr="00D0288E">
        <w:rPr>
          <w:b/>
          <w:bCs/>
          <w:sz w:val="24"/>
          <w:szCs w:val="24"/>
          <w:lang w:val="ru-RU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 xml:space="preserve">2026 </w:t>
      </w:r>
      <w:r w:rsidRPr="00D0288E">
        <w:rPr>
          <w:b/>
          <w:bCs/>
          <w:sz w:val="24"/>
          <w:szCs w:val="24"/>
          <w:lang w:val="ru-RU"/>
        </w:rPr>
        <w:t>-</w:t>
      </w:r>
      <w:r w:rsidRPr="002738B1">
        <w:rPr>
          <w:b/>
          <w:bCs/>
          <w:sz w:val="24"/>
          <w:szCs w:val="24"/>
          <w:lang w:val="bg-BG"/>
        </w:rPr>
        <w:t xml:space="preserve"> Габрово – Борики – Източник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575FF" w:rsidRPr="006C4620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</w:p>
    <w:p w:rsidR="007575FF" w:rsidRPr="00D0288E" w:rsidRDefault="007575FF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>
        <w:rPr>
          <w:b/>
          <w:bCs/>
          <w:sz w:val="22"/>
          <w:szCs w:val="22"/>
          <w:lang w:val="bg-BG"/>
        </w:rPr>
        <w:t xml:space="preserve"> </w:t>
      </w:r>
      <w:r w:rsidRPr="00D0288E">
        <w:rPr>
          <w:b/>
          <w:bCs/>
          <w:sz w:val="22"/>
          <w:szCs w:val="22"/>
          <w:lang w:val="ru-RU"/>
        </w:rPr>
        <w:t xml:space="preserve">по </w:t>
      </w:r>
    </w:p>
    <w:p w:rsidR="007575FF" w:rsidRPr="00D0288E" w:rsidRDefault="007575FF" w:rsidP="007056B0">
      <w:pPr>
        <w:jc w:val="both"/>
        <w:rPr>
          <w:b/>
          <w:bCs/>
          <w:sz w:val="22"/>
          <w:szCs w:val="22"/>
          <w:lang w:val="ru-RU"/>
        </w:rPr>
      </w:pPr>
    </w:p>
    <w:p w:rsidR="007575FF" w:rsidRPr="00F96092" w:rsidRDefault="007575FF" w:rsidP="007056B0">
      <w:pPr>
        <w:spacing w:after="200" w:line="276" w:lineRule="auto"/>
        <w:jc w:val="center"/>
        <w:rPr>
          <w:color w:val="000000"/>
          <w:sz w:val="24"/>
          <w:szCs w:val="24"/>
          <w:lang w:val="bg-BG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 1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D0288E">
        <w:rPr>
          <w:b/>
          <w:bCs/>
          <w:sz w:val="24"/>
          <w:szCs w:val="24"/>
          <w:lang w:val="ru-RU"/>
        </w:rPr>
        <w:t xml:space="preserve"> </w:t>
      </w:r>
      <w:r w:rsidRPr="002738B1">
        <w:rPr>
          <w:b/>
          <w:bCs/>
          <w:sz w:val="24"/>
          <w:szCs w:val="24"/>
        </w:rPr>
        <w:t>GAB</w:t>
      </w:r>
      <w:r w:rsidRPr="00D0288E">
        <w:rPr>
          <w:b/>
          <w:bCs/>
          <w:sz w:val="24"/>
          <w:szCs w:val="24"/>
          <w:lang w:val="ru-RU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 xml:space="preserve">2026 </w:t>
      </w:r>
      <w:r w:rsidRPr="00D0288E">
        <w:rPr>
          <w:b/>
          <w:bCs/>
          <w:sz w:val="24"/>
          <w:szCs w:val="24"/>
          <w:lang w:val="ru-RU"/>
        </w:rPr>
        <w:t>-</w:t>
      </w:r>
      <w:r w:rsidRPr="002738B1">
        <w:rPr>
          <w:b/>
          <w:bCs/>
          <w:sz w:val="24"/>
          <w:szCs w:val="24"/>
          <w:lang w:val="bg-BG"/>
        </w:rPr>
        <w:t xml:space="preserve"> Габрово – Борики – Източник</w:t>
      </w:r>
      <w:r w:rsidRPr="00D0288E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D0288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0288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7575FF" w:rsidRPr="00D0288E" w:rsidRDefault="007575FF" w:rsidP="007056B0">
      <w:pPr>
        <w:jc w:val="center"/>
        <w:rPr>
          <w:b/>
          <w:bCs/>
          <w:sz w:val="22"/>
          <w:szCs w:val="22"/>
          <w:lang w:val="ru-RU"/>
        </w:rPr>
      </w:pPr>
      <w:bookmarkStart w:id="0" w:name="_GoBack"/>
      <w:bookmarkEnd w:id="0"/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7575FF" w:rsidRPr="00D0288E" w:rsidRDefault="007575FF" w:rsidP="007056B0">
      <w:pPr>
        <w:rPr>
          <w:sz w:val="22"/>
          <w:szCs w:val="22"/>
          <w:lang w:val="ru-RU"/>
        </w:rPr>
      </w:pP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p w:rsidR="007575FF" w:rsidRPr="00D0288E" w:rsidRDefault="007575FF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7575FF" w:rsidRPr="004075B0" w:rsidRDefault="007575FF" w:rsidP="007056B0">
      <w:pPr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0288E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D0288E" w:rsidRDefault="007575FF" w:rsidP="007056B0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D0288E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575FF" w:rsidRPr="00D0288E" w:rsidRDefault="007575FF" w:rsidP="007056B0">
      <w:pPr>
        <w:ind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575FF" w:rsidRPr="004075B0" w:rsidRDefault="007575FF" w:rsidP="007056B0">
      <w:pPr>
        <w:ind w:firstLine="708"/>
        <w:jc w:val="both"/>
        <w:rPr>
          <w:color w:val="FF0000"/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D0288E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 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575FF" w:rsidRPr="004075B0" w:rsidRDefault="007575FF" w:rsidP="007056B0">
      <w:pPr>
        <w:ind w:right="374"/>
        <w:jc w:val="both"/>
        <w:rPr>
          <w:sz w:val="22"/>
          <w:szCs w:val="22"/>
          <w:lang w:val="bg-BG"/>
        </w:rPr>
      </w:pPr>
    </w:p>
    <w:p w:rsidR="007575FF" w:rsidRPr="00D0288E" w:rsidRDefault="007575FF" w:rsidP="007056B0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7575FF" w:rsidRPr="00D0288E" w:rsidRDefault="007575FF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лв/чч                 </w:t>
      </w:r>
    </w:p>
    <w:p w:rsidR="007575FF" w:rsidRPr="00D0288E" w:rsidRDefault="007575FF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7575FF" w:rsidRPr="00D0288E" w:rsidRDefault="007575FF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7575FF" w:rsidRPr="00D0288E" w:rsidRDefault="007575FF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7575FF" w:rsidRPr="00D0288E" w:rsidRDefault="007575FF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2.5. 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7575FF" w:rsidRPr="00D0288E" w:rsidRDefault="007575FF" w:rsidP="007056B0">
      <w:pPr>
        <w:rPr>
          <w:sz w:val="22"/>
          <w:szCs w:val="22"/>
          <w:lang w:val="ru-RU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7575FF" w:rsidRPr="004075B0" w:rsidRDefault="007575FF" w:rsidP="007056B0">
      <w:pPr>
        <w:jc w:val="both"/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7575FF" w:rsidRPr="004075B0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Pr="004075B0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575FF" w:rsidRDefault="007575F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575FF" w:rsidRPr="00E16B81" w:rsidRDefault="007575FF" w:rsidP="007056B0">
      <w:pPr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</w:p>
    <w:p w:rsidR="007575FF" w:rsidRPr="004075B0" w:rsidRDefault="007575FF" w:rsidP="00B70F36">
      <w:pPr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7575FF" w:rsidRPr="004075B0">
        <w:trPr>
          <w:trHeight w:val="36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575FF" w:rsidRPr="004075B0">
        <w:trPr>
          <w:trHeight w:val="388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575FF" w:rsidRPr="004075B0">
        <w:trPr>
          <w:trHeight w:val="45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575FF" w:rsidRDefault="007575FF"/>
    <w:sectPr w:rsidR="007575FF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852CC"/>
    <w:rsid w:val="00127DBB"/>
    <w:rsid w:val="001C4A45"/>
    <w:rsid w:val="002738B1"/>
    <w:rsid w:val="00320453"/>
    <w:rsid w:val="003D6678"/>
    <w:rsid w:val="004075B0"/>
    <w:rsid w:val="00500918"/>
    <w:rsid w:val="00517DD7"/>
    <w:rsid w:val="00524555"/>
    <w:rsid w:val="005C6A1D"/>
    <w:rsid w:val="00690C93"/>
    <w:rsid w:val="006C4620"/>
    <w:rsid w:val="006F59B5"/>
    <w:rsid w:val="007056B0"/>
    <w:rsid w:val="007575FF"/>
    <w:rsid w:val="00924656"/>
    <w:rsid w:val="00A128FB"/>
    <w:rsid w:val="00AF1900"/>
    <w:rsid w:val="00B66E0D"/>
    <w:rsid w:val="00B70F36"/>
    <w:rsid w:val="00BB74A4"/>
    <w:rsid w:val="00C111F1"/>
    <w:rsid w:val="00C123E5"/>
    <w:rsid w:val="00CC434E"/>
    <w:rsid w:val="00D0288E"/>
    <w:rsid w:val="00D45A05"/>
    <w:rsid w:val="00E16B81"/>
    <w:rsid w:val="00E50BA8"/>
    <w:rsid w:val="00F96092"/>
    <w:rsid w:val="00FA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763</Words>
  <Characters>4351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7</cp:revision>
  <dcterms:created xsi:type="dcterms:W3CDTF">2013-02-25T14:23:00Z</dcterms:created>
  <dcterms:modified xsi:type="dcterms:W3CDTF">2013-03-11T07:55:00Z</dcterms:modified>
</cp:coreProperties>
</file>